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823BB6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4C51" w:rsidRPr="007B1EB9" w:rsidRDefault="004A3FDA" w:rsidP="007F4C51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 G E N D A</w:t>
      </w:r>
    </w:p>
    <w:p w:rsidR="009301A0" w:rsidRPr="00F834DE" w:rsidRDefault="00160BC7" w:rsidP="000A5C33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spacing w:line="312" w:lineRule="auto"/>
        <w:outlineLvl w:val="0"/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de-DE"/>
        </w:rPr>
        <w:t>4</w:t>
      </w:r>
      <w:r w:rsidR="007F4C51">
        <w:rPr>
          <w:rFonts w:ascii="Arial Narrow" w:hAnsi="Arial Narrow"/>
          <w:sz w:val="22"/>
          <w:lang w:val="de-DE"/>
        </w:rPr>
        <w:t xml:space="preserve">. Sitzung | </w:t>
      </w:r>
      <w:r w:rsidR="00AB0C5D">
        <w:rPr>
          <w:rFonts w:ascii="Arial Narrow" w:hAnsi="Arial Narrow"/>
          <w:sz w:val="22"/>
          <w:lang w:val="de-DE"/>
        </w:rPr>
        <w:t>WS</w:t>
      </w:r>
      <w:r w:rsidR="000A5C33">
        <w:rPr>
          <w:rFonts w:ascii="Arial Narrow" w:hAnsi="Arial Narrow"/>
          <w:sz w:val="22"/>
          <w:lang w:val="de-DE"/>
        </w:rPr>
        <w:t xml:space="preserve"> </w:t>
      </w:r>
      <w:r w:rsidR="00AB0C5D">
        <w:rPr>
          <w:rFonts w:ascii="Arial Narrow" w:hAnsi="Arial Narrow"/>
          <w:sz w:val="22"/>
          <w:lang w:val="de-DE"/>
        </w:rPr>
        <w:t>2011/12</w:t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fldChar w:fldCharType="begin"/>
      </w:r>
      <w:r w:rsidR="007F4C51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7F4C51">
        <w:rPr>
          <w:rFonts w:ascii="Arial Narrow" w:hAnsi="Arial Narrow"/>
          <w:sz w:val="22"/>
          <w:lang w:val="de-DE"/>
        </w:rPr>
        <w:fldChar w:fldCharType="separate"/>
      </w:r>
      <w:r w:rsidR="00DE6546">
        <w:rPr>
          <w:rFonts w:ascii="Arial Narrow" w:hAnsi="Arial Narrow"/>
          <w:noProof/>
          <w:sz w:val="22"/>
          <w:lang w:val="de-DE"/>
        </w:rPr>
        <w:t>02.11.2011</w:t>
      </w:r>
      <w:r w:rsidR="007F4C51">
        <w:rPr>
          <w:rFonts w:ascii="Arial Narrow" w:hAnsi="Arial Narrow"/>
          <w:sz w:val="22"/>
          <w:lang w:val="de-DE"/>
        </w:rPr>
        <w:fldChar w:fldCharType="end"/>
      </w:r>
      <w:r w:rsidR="007F4C51" w:rsidRPr="00F834DE">
        <w:rPr>
          <w:rFonts w:ascii="Arial Narrow" w:hAnsi="Arial Narrow"/>
          <w:sz w:val="22"/>
          <w:lang w:val="de-DE"/>
        </w:rPr>
        <w:t xml:space="preserve"> /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AB0C5D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DE6546">
        <w:rPr>
          <w:rFonts w:ascii="Arial Narrow" w:hAnsi="Arial Narrow"/>
          <w:sz w:val="22"/>
          <w:lang w:val="de-DE"/>
        </w:rPr>
        <w:t>Donnerstag</w:t>
      </w:r>
      <w:r w:rsidR="000A5C33" w:rsidRPr="00F834DE">
        <w:rPr>
          <w:rFonts w:ascii="Arial Narrow" w:hAnsi="Arial Narrow"/>
          <w:sz w:val="22"/>
          <w:lang w:val="de-DE"/>
        </w:rPr>
        <w:t xml:space="preserve">, </w:t>
      </w:r>
      <w:r w:rsidR="00DE6546">
        <w:rPr>
          <w:rFonts w:ascii="Arial Narrow" w:hAnsi="Arial Narrow"/>
          <w:sz w:val="22"/>
          <w:lang w:val="de-DE"/>
        </w:rPr>
        <w:t>03.11</w:t>
      </w:r>
      <w:r w:rsidR="00823BB6">
        <w:rPr>
          <w:rFonts w:ascii="Arial Narrow" w:hAnsi="Arial Narrow"/>
          <w:sz w:val="22"/>
          <w:lang w:val="de-DE"/>
        </w:rPr>
        <w:t>.2011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AB0C5D">
        <w:rPr>
          <w:rFonts w:ascii="Arial Narrow" w:hAnsi="Arial Narrow"/>
          <w:sz w:val="22"/>
          <w:lang w:val="de-DE"/>
        </w:rPr>
        <w:t>13 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AB0C5D">
        <w:rPr>
          <w:rFonts w:ascii="Arial Narrow" w:hAnsi="Arial Narrow"/>
          <w:sz w:val="22"/>
          <w:lang w:val="de-DE"/>
        </w:rPr>
        <w:t>AStA Büro</w:t>
      </w:r>
    </w:p>
    <w:p w:rsidR="00AB0C5D" w:rsidRDefault="00B31937" w:rsidP="00AB0C5D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AB0C5D" w:rsidRPr="00CB5BD5">
        <w:rPr>
          <w:rFonts w:ascii="Arial Narrow" w:hAnsi="Arial Narrow"/>
          <w:sz w:val="22"/>
          <w:lang w:val="de-DE"/>
        </w:rPr>
        <w:t>Dennis Franz, ‚Sarah Häfele, Susanne Schmidt, Dennis Breitenbach, Michael Scholz, Barbara Kopf,</w:t>
      </w:r>
      <w:r w:rsidR="00DE349E">
        <w:rPr>
          <w:rFonts w:ascii="Arial Narrow" w:hAnsi="Arial Narrow"/>
          <w:sz w:val="22"/>
          <w:lang w:val="de-DE"/>
        </w:rPr>
        <w:t xml:space="preserve"> Bastian Ludwig,</w:t>
      </w:r>
      <w:r w:rsidR="00AB0C5D" w:rsidRPr="00CB5BD5">
        <w:rPr>
          <w:rFonts w:ascii="Arial Narrow" w:hAnsi="Arial Narrow"/>
          <w:sz w:val="22"/>
          <w:lang w:val="de-DE"/>
        </w:rPr>
        <w:t xml:space="preserve"> </w:t>
      </w:r>
      <w:r w:rsidR="00AB0C5D">
        <w:rPr>
          <w:rFonts w:ascii="Arial Narrow" w:hAnsi="Arial Narrow"/>
          <w:sz w:val="22"/>
          <w:lang w:val="de-DE"/>
        </w:rPr>
        <w:t xml:space="preserve">David Schröpfer, Benedikt </w:t>
      </w:r>
      <w:proofErr w:type="spellStart"/>
      <w:r w:rsidR="00AB0C5D">
        <w:rPr>
          <w:rFonts w:ascii="Arial Narrow" w:hAnsi="Arial Narrow"/>
          <w:sz w:val="22"/>
          <w:lang w:val="de-DE"/>
        </w:rPr>
        <w:t>Recktenwald</w:t>
      </w:r>
      <w:proofErr w:type="spellEnd"/>
      <w:r w:rsidR="00AB0C5D">
        <w:rPr>
          <w:rFonts w:ascii="Arial Narrow" w:hAnsi="Arial Narrow"/>
          <w:sz w:val="22"/>
          <w:lang w:val="de-DE"/>
        </w:rPr>
        <w:t xml:space="preserve">, </w:t>
      </w:r>
      <w:r w:rsidR="00DE349E">
        <w:rPr>
          <w:rFonts w:ascii="Arial Narrow" w:hAnsi="Arial Narrow"/>
          <w:sz w:val="22"/>
          <w:lang w:val="de-DE"/>
        </w:rPr>
        <w:t xml:space="preserve">Anna </w:t>
      </w:r>
      <w:proofErr w:type="spellStart"/>
      <w:r w:rsidR="00DE349E">
        <w:rPr>
          <w:rFonts w:ascii="Arial Narrow" w:hAnsi="Arial Narrow"/>
          <w:sz w:val="22"/>
          <w:lang w:val="de-DE"/>
        </w:rPr>
        <w:t>Kyc</w:t>
      </w:r>
      <w:proofErr w:type="spellEnd"/>
      <w:r w:rsidR="00DE349E">
        <w:rPr>
          <w:rFonts w:ascii="Arial Narrow" w:hAnsi="Arial Narrow"/>
          <w:sz w:val="22"/>
          <w:lang w:val="de-DE"/>
        </w:rPr>
        <w:t xml:space="preserve">, Dimitri </w:t>
      </w:r>
      <w:proofErr w:type="spellStart"/>
      <w:r w:rsidR="00DE349E">
        <w:rPr>
          <w:rFonts w:ascii="Arial Narrow" w:hAnsi="Arial Narrow"/>
          <w:sz w:val="22"/>
          <w:lang w:val="de-DE"/>
        </w:rPr>
        <w:t>Sarokin</w:t>
      </w:r>
      <w:proofErr w:type="spellEnd"/>
      <w:r w:rsidR="00E43D14">
        <w:rPr>
          <w:rFonts w:ascii="Arial Narrow" w:hAnsi="Arial Narrow"/>
          <w:sz w:val="22"/>
          <w:lang w:val="de-DE"/>
        </w:rPr>
        <w:t xml:space="preserve">, Maritta Kämmerer, Florian Fischer, Sebastian </w:t>
      </w:r>
      <w:proofErr w:type="spellStart"/>
      <w:r w:rsidR="00E43D14">
        <w:rPr>
          <w:rFonts w:ascii="Arial Narrow" w:hAnsi="Arial Narrow"/>
          <w:sz w:val="22"/>
          <w:lang w:val="de-DE"/>
        </w:rPr>
        <w:t>Hausch</w:t>
      </w:r>
      <w:proofErr w:type="spellEnd"/>
    </w:p>
    <w:p w:rsidR="008743D8" w:rsidRDefault="008743D8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</w:p>
    <w:p w:rsidR="000424C5" w:rsidRDefault="000424C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Sachverständige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Sabine </w:t>
      </w:r>
      <w:proofErr w:type="spellStart"/>
      <w:r>
        <w:rPr>
          <w:rFonts w:ascii="Arial Narrow" w:hAnsi="Arial Narrow"/>
          <w:sz w:val="22"/>
          <w:lang w:val="de-DE"/>
        </w:rPr>
        <w:t>Heizmann</w:t>
      </w:r>
      <w:proofErr w:type="spellEnd"/>
      <w:r w:rsidR="000A5C33">
        <w:rPr>
          <w:rFonts w:ascii="Arial Narrow" w:hAnsi="Arial Narrow"/>
          <w:sz w:val="22"/>
          <w:lang w:val="de-DE"/>
        </w:rPr>
        <w:t xml:space="preserve"> </w:t>
      </w:r>
      <w:bookmarkStart w:id="0" w:name="_GoBack"/>
      <w:bookmarkEnd w:id="0"/>
    </w:p>
    <w:p w:rsidR="009301A0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  <w:r w:rsidR="00AB0C5D">
        <w:rPr>
          <w:rFonts w:ascii="Arial Narrow" w:hAnsi="Arial Narrow"/>
          <w:sz w:val="22"/>
          <w:lang w:val="de-DE"/>
        </w:rPr>
        <w:t>Dennis Franz</w:t>
      </w:r>
    </w:p>
    <w:p w:rsidR="000424C5" w:rsidRDefault="000424C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Verteiler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Mitglieder, Sachverständige</w:t>
      </w:r>
    </w:p>
    <w:p w:rsidR="009301A0" w:rsidRPr="00BA3A6C" w:rsidRDefault="009301A0" w:rsidP="00BA3A6C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7F4C51" w:rsidRPr="00C60DAE" w:rsidRDefault="007F4C51" w:rsidP="007F4C51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7F4C51" w:rsidRPr="00C60DAE" w:rsidRDefault="007F4C51" w:rsidP="007F4C51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7F4C51" w:rsidRPr="00C60DAE" w:rsidRDefault="007F4C51" w:rsidP="007F4C51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7F4C51" w:rsidRPr="00636071" w:rsidRDefault="007F4C51" w:rsidP="007F4C51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636071">
        <w:rPr>
          <w:rFonts w:ascii="Arial Narrow" w:hAnsi="Arial Narrow"/>
          <w:sz w:val="22"/>
          <w:szCs w:val="22"/>
          <w:lang w:val="de-DE"/>
        </w:rPr>
        <w:t>Regularien</w:t>
      </w:r>
    </w:p>
    <w:p w:rsidR="007F4C51" w:rsidRPr="00636071" w:rsidRDefault="007F4C51" w:rsidP="007F4C51">
      <w:pPr>
        <w:pStyle w:val="WortmarkeFu"/>
        <w:numPr>
          <w:ilvl w:val="1"/>
          <w:numId w:val="1"/>
        </w:numPr>
        <w:tabs>
          <w:tab w:val="clear" w:pos="36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1440" w:hanging="1014"/>
        <w:jc w:val="both"/>
        <w:rPr>
          <w:rFonts w:ascii="Arial Narrow" w:hAnsi="Arial Narrow"/>
          <w:sz w:val="22"/>
          <w:szCs w:val="22"/>
          <w:lang w:val="de-DE"/>
        </w:rPr>
      </w:pPr>
      <w:r w:rsidRPr="00636071">
        <w:rPr>
          <w:rFonts w:ascii="Arial Narrow" w:hAnsi="Arial Narrow"/>
          <w:sz w:val="22"/>
          <w:szCs w:val="22"/>
          <w:lang w:val="de-DE"/>
        </w:rPr>
        <w:t>Begrüßung</w:t>
      </w:r>
    </w:p>
    <w:p w:rsidR="007F4C51" w:rsidRPr="00636071" w:rsidRDefault="0075204E" w:rsidP="007F4C51">
      <w:pPr>
        <w:pStyle w:val="WortmarkeFu"/>
        <w:numPr>
          <w:ilvl w:val="1"/>
          <w:numId w:val="1"/>
        </w:numPr>
        <w:tabs>
          <w:tab w:val="clear" w:pos="36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1440" w:hanging="1014"/>
        <w:jc w:val="both"/>
        <w:rPr>
          <w:rFonts w:ascii="Arial Narrow" w:hAnsi="Arial Narrow"/>
          <w:sz w:val="22"/>
          <w:szCs w:val="22"/>
          <w:lang w:val="de-DE"/>
        </w:rPr>
      </w:pPr>
      <w:r w:rsidRPr="00636071">
        <w:rPr>
          <w:rFonts w:ascii="Arial Narrow" w:hAnsi="Arial Narrow"/>
          <w:sz w:val="22"/>
          <w:szCs w:val="22"/>
          <w:lang w:val="de-DE"/>
        </w:rPr>
        <w:t xml:space="preserve">Bestätigung der </w:t>
      </w:r>
      <w:r w:rsidR="007F4C51" w:rsidRPr="00636071">
        <w:rPr>
          <w:rFonts w:ascii="Arial Narrow" w:hAnsi="Arial Narrow"/>
          <w:sz w:val="22"/>
          <w:szCs w:val="22"/>
          <w:lang w:val="de-DE"/>
        </w:rPr>
        <w:t>Tagesordnung</w:t>
      </w:r>
    </w:p>
    <w:p w:rsidR="007F4C51" w:rsidRPr="00636071" w:rsidRDefault="0075204E" w:rsidP="007F4C51">
      <w:pPr>
        <w:pStyle w:val="WortmarkeFu"/>
        <w:numPr>
          <w:ilvl w:val="1"/>
          <w:numId w:val="1"/>
        </w:numPr>
        <w:tabs>
          <w:tab w:val="clear" w:pos="360"/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1440" w:hanging="1014"/>
        <w:jc w:val="both"/>
        <w:rPr>
          <w:rFonts w:ascii="Arial Narrow" w:hAnsi="Arial Narrow"/>
          <w:sz w:val="22"/>
          <w:szCs w:val="22"/>
          <w:lang w:val="de-DE"/>
        </w:rPr>
      </w:pPr>
      <w:r w:rsidRPr="00636071">
        <w:rPr>
          <w:rFonts w:ascii="Arial Narrow" w:hAnsi="Arial Narrow"/>
          <w:sz w:val="22"/>
          <w:szCs w:val="22"/>
          <w:lang w:val="de-DE"/>
        </w:rPr>
        <w:t xml:space="preserve">Bestätigung des </w:t>
      </w:r>
      <w:r w:rsidR="007F4C51" w:rsidRPr="00636071">
        <w:rPr>
          <w:rFonts w:ascii="Arial Narrow" w:hAnsi="Arial Narrow"/>
          <w:sz w:val="22"/>
          <w:szCs w:val="22"/>
          <w:lang w:val="de-DE"/>
        </w:rPr>
        <w:t>Protokoll</w:t>
      </w:r>
      <w:r w:rsidRPr="00636071">
        <w:rPr>
          <w:rFonts w:ascii="Arial Narrow" w:hAnsi="Arial Narrow"/>
          <w:sz w:val="22"/>
          <w:szCs w:val="22"/>
          <w:lang w:val="de-DE"/>
        </w:rPr>
        <w:t>s</w:t>
      </w:r>
      <w:r w:rsidR="007F4C51" w:rsidRPr="00636071">
        <w:rPr>
          <w:rFonts w:ascii="Arial Narrow" w:hAnsi="Arial Narrow"/>
          <w:sz w:val="22"/>
          <w:szCs w:val="22"/>
          <w:lang w:val="de-DE"/>
        </w:rPr>
        <w:t xml:space="preserve"> der letzten Sitzung</w:t>
      </w:r>
    </w:p>
    <w:p w:rsidR="007F4C51" w:rsidRPr="00636071" w:rsidRDefault="007F4C51" w:rsidP="007F4C51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 w:rsidRPr="00636071">
        <w:rPr>
          <w:rFonts w:ascii="Arial Narrow" w:hAnsi="Arial Narrow"/>
          <w:sz w:val="22"/>
          <w:lang w:val="de-DE"/>
        </w:rPr>
        <w:t>Mitteilungen und Anfragen</w:t>
      </w:r>
    </w:p>
    <w:p w:rsidR="009C413F" w:rsidRDefault="007F4C51" w:rsidP="007F4C51">
      <w:pPr>
        <w:pStyle w:val="WortmarkeFu"/>
        <w:numPr>
          <w:ilvl w:val="1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ind w:firstLine="426"/>
        <w:jc w:val="both"/>
        <w:rPr>
          <w:rFonts w:ascii="Arial Narrow" w:hAnsi="Arial Narrow"/>
          <w:sz w:val="24"/>
          <w:szCs w:val="24"/>
          <w:lang w:val="de-DE"/>
        </w:rPr>
      </w:pPr>
      <w:r w:rsidRPr="00636071">
        <w:rPr>
          <w:rFonts w:ascii="Arial Narrow" w:hAnsi="Arial Narrow"/>
          <w:sz w:val="24"/>
          <w:szCs w:val="24"/>
          <w:lang w:val="de-DE"/>
        </w:rPr>
        <w:t>Statusberichte</w:t>
      </w:r>
    </w:p>
    <w:p w:rsidR="00D94BCA" w:rsidRPr="00AB0C5D" w:rsidRDefault="00D94BCA" w:rsidP="00D94BCA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Kühlschränke </w:t>
      </w:r>
    </w:p>
    <w:p w:rsidR="00D94BCA" w:rsidRPr="00AB0C5D" w:rsidRDefault="00D94BCA" w:rsidP="00D94BCA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2"/>
          <w:lang w:val="de-DE"/>
        </w:rPr>
        <w:t>Basketball- und Fußballtrikots</w:t>
      </w:r>
    </w:p>
    <w:p w:rsidR="00D94BCA" w:rsidRPr="00636071" w:rsidRDefault="00D94BCA" w:rsidP="00D94BCA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2"/>
          <w:lang w:val="de-DE"/>
        </w:rPr>
        <w:t>Schlagzeug</w:t>
      </w:r>
    </w:p>
    <w:p w:rsidR="00D94BCA" w:rsidRPr="00636071" w:rsidRDefault="00D94BCA" w:rsidP="00D94BCA">
      <w:pPr>
        <w:pStyle w:val="WortmarkeFu"/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ind w:left="2160"/>
        <w:jc w:val="both"/>
        <w:rPr>
          <w:rFonts w:ascii="Arial Narrow" w:hAnsi="Arial Narrow"/>
          <w:sz w:val="24"/>
          <w:szCs w:val="24"/>
          <w:lang w:val="de-DE"/>
        </w:rPr>
      </w:pPr>
    </w:p>
    <w:p w:rsidR="00636071" w:rsidRPr="00636071" w:rsidRDefault="00636071" w:rsidP="00AB0C5D">
      <w:pPr>
        <w:pStyle w:val="WortmarkeFu"/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ind w:left="426"/>
        <w:jc w:val="both"/>
        <w:rPr>
          <w:rFonts w:ascii="Arial Narrow" w:hAnsi="Arial Narrow"/>
          <w:sz w:val="24"/>
          <w:szCs w:val="24"/>
          <w:lang w:val="de-DE"/>
        </w:rPr>
      </w:pPr>
    </w:p>
    <w:p w:rsidR="0064435B" w:rsidRDefault="00DE6546" w:rsidP="0064435B">
      <w:pPr>
        <w:pStyle w:val="WortmarkeFu"/>
        <w:numPr>
          <w:ilvl w:val="0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Hochschulball</w:t>
      </w:r>
    </w:p>
    <w:p w:rsidR="0064435B" w:rsidRPr="0064435B" w:rsidRDefault="00DE6546" w:rsidP="0064435B">
      <w:pPr>
        <w:pStyle w:val="WortmarkeFu"/>
        <w:numPr>
          <w:ilvl w:val="0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Meinestadt.de</w:t>
      </w:r>
    </w:p>
    <w:p w:rsidR="00DE349E" w:rsidRPr="00DE6546" w:rsidRDefault="00DE6546" w:rsidP="00636071">
      <w:pPr>
        <w:pStyle w:val="WortmarkeFu"/>
        <w:numPr>
          <w:ilvl w:val="0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AStA </w:t>
      </w:r>
      <w:proofErr w:type="spellStart"/>
      <w:r>
        <w:rPr>
          <w:rFonts w:ascii="Arial Narrow" w:hAnsi="Arial Narrow"/>
          <w:sz w:val="22"/>
          <w:lang w:val="de-DE"/>
        </w:rPr>
        <w:t>Weihnachtsapp</w:t>
      </w:r>
      <w:proofErr w:type="spellEnd"/>
    </w:p>
    <w:p w:rsidR="00DE6546" w:rsidRPr="00DE349E" w:rsidRDefault="00DE6546" w:rsidP="00636071">
      <w:pPr>
        <w:pStyle w:val="WortmarkeFu"/>
        <w:numPr>
          <w:ilvl w:val="0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2"/>
          <w:lang w:val="de-DE"/>
        </w:rPr>
        <w:t>Nikolausaktion</w:t>
      </w:r>
    </w:p>
    <w:p w:rsidR="009C413F" w:rsidRDefault="009C413F" w:rsidP="002C65F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636071">
        <w:rPr>
          <w:rFonts w:ascii="Arial Narrow" w:hAnsi="Arial Narrow"/>
          <w:sz w:val="24"/>
          <w:szCs w:val="24"/>
          <w:lang w:val="de-DE"/>
        </w:rPr>
        <w:t>Verschiedenes</w:t>
      </w:r>
    </w:p>
    <w:p w:rsidR="00555468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</w:p>
    <w:p w:rsidR="00555468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</w:p>
    <w:p w:rsidR="00555468" w:rsidRPr="00636071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</w:p>
    <w:sectPr w:rsidR="00555468" w:rsidRPr="00636071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BC7" w:rsidRDefault="00160BC7">
      <w:pPr>
        <w:spacing w:line="20" w:lineRule="exact"/>
      </w:pPr>
    </w:p>
  </w:endnote>
  <w:endnote w:type="continuationSeparator" w:id="0">
    <w:p w:rsidR="00160BC7" w:rsidRDefault="00160BC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160BC7" w:rsidRDefault="00160BC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 47 CondensedLight">
    <w:panose1 w:val="02000406050000020003"/>
    <w:charset w:val="00"/>
    <w:family w:val="auto"/>
    <w:pitch w:val="variable"/>
    <w:sig w:usb0="80000027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panose1 w:val="020B060602020206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BC7" w:rsidRDefault="00160BC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160BC7" w:rsidRDefault="00160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BC7" w:rsidRDefault="00160BC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160BC7" w:rsidRDefault="00160BC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160BC7" w:rsidRPr="00635189" w:rsidRDefault="00160BC7" w:rsidP="005F2F19">
    <w:pPr>
      <w:pStyle w:val="WortmarkeFu"/>
      <w:tabs>
        <w:tab w:val="clear" w:pos="9355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635189">
      <w:rPr>
        <w:rFonts w:ascii="Arial Narrow" w:hAnsi="Arial Narrow"/>
        <w:sz w:val="20"/>
        <w:lang w:val="de-DE"/>
      </w:rPr>
      <w:t xml:space="preserve">Einladung zur </w:t>
    </w:r>
    <w:r>
      <w:rPr>
        <w:rFonts w:ascii="Arial Narrow" w:hAnsi="Arial Narrow"/>
        <w:sz w:val="20"/>
        <w:lang w:val="de-DE"/>
      </w:rPr>
      <w:t>3</w:t>
    </w:r>
    <w:r w:rsidRPr="00635189">
      <w:rPr>
        <w:rFonts w:ascii="Arial Narrow" w:hAnsi="Arial Narrow"/>
        <w:sz w:val="20"/>
        <w:lang w:val="de-DE"/>
      </w:rPr>
      <w:t xml:space="preserve">. Sitzung des </w:t>
    </w:r>
    <w:r>
      <w:rPr>
        <w:rFonts w:ascii="Arial Narrow" w:hAnsi="Arial Narrow"/>
        <w:sz w:val="20"/>
        <w:lang w:val="de-DE"/>
      </w:rPr>
      <w:t>AStA</w:t>
    </w:r>
    <w:r w:rsidRPr="00635189">
      <w:rPr>
        <w:rFonts w:ascii="Arial Narrow" w:hAnsi="Arial Narrow"/>
        <w:sz w:val="20"/>
        <w:lang w:val="de-DE"/>
      </w:rPr>
      <w:t xml:space="preserve"> am </w:t>
    </w:r>
    <w:r>
      <w:rPr>
        <w:rFonts w:ascii="Arial Narrow" w:hAnsi="Arial Narrow"/>
        <w:sz w:val="20"/>
        <w:lang w:val="de-DE"/>
      </w:rPr>
      <w:t>10.10.2011</w:t>
    </w:r>
    <w:r w:rsidRPr="00635189">
      <w:rPr>
        <w:rFonts w:ascii="Arial Narrow" w:hAnsi="Arial Narrow"/>
        <w:sz w:val="20"/>
        <w:lang w:val="de-DE"/>
      </w:rPr>
      <w:tab/>
      <w:t xml:space="preserve">Seite </w:t>
    </w:r>
    <w:r w:rsidRPr="00635189">
      <w:rPr>
        <w:rFonts w:ascii="Arial Narrow" w:hAnsi="Arial Narrow"/>
        <w:sz w:val="20"/>
        <w:lang w:val="de-DE"/>
      </w:rPr>
      <w:fldChar w:fldCharType="begin"/>
    </w:r>
    <w:r w:rsidRPr="00635189">
      <w:rPr>
        <w:rFonts w:ascii="Arial Narrow" w:hAnsi="Arial Narrow"/>
        <w:sz w:val="20"/>
        <w:lang w:val="de-DE"/>
      </w:rPr>
      <w:instrText>PAGE \* ARABIC</w:instrText>
    </w:r>
    <w:r w:rsidRPr="00635189">
      <w:rPr>
        <w:rFonts w:ascii="Arial Narrow" w:hAnsi="Arial Narrow"/>
        <w:sz w:val="20"/>
        <w:lang w:val="de-DE"/>
      </w:rPr>
      <w:fldChar w:fldCharType="separate"/>
    </w:r>
    <w:r w:rsidR="00AB2D44">
      <w:rPr>
        <w:rFonts w:ascii="Arial Narrow" w:hAnsi="Arial Narrow"/>
        <w:noProof/>
        <w:sz w:val="20"/>
        <w:lang w:val="de-DE"/>
      </w:rPr>
      <w:t>2</w:t>
    </w:r>
    <w:r w:rsidRPr="00635189">
      <w:rPr>
        <w:rFonts w:ascii="Arial Narrow" w:hAnsi="Arial Narrow"/>
        <w:sz w:val="20"/>
        <w:lang w:val="de-DE"/>
      </w:rPr>
      <w:fldChar w:fldCharType="end"/>
    </w:r>
  </w:p>
  <w:p w:rsidR="00160BC7" w:rsidRDefault="00160BC7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Helvetica" w:hAnsi="Helvetica"/>
        <w:sz w:val="18"/>
        <w:lang w:val="de-DE"/>
      </w:rPr>
    </w:pPr>
  </w:p>
  <w:p w:rsidR="00160BC7" w:rsidRDefault="00160BC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Helvetica" w:hAnsi="Helvetica"/>
        <w:sz w:val="18"/>
        <w:lang w:val="de-DE"/>
      </w:rPr>
    </w:pPr>
  </w:p>
  <w:p w:rsidR="00160BC7" w:rsidRDefault="00160BC7">
    <w:pPr>
      <w:spacing w:after="356" w:line="100" w:lineRule="exact"/>
      <w:rPr>
        <w:sz w:val="10"/>
      </w:rPr>
    </w:pPr>
    <w:r>
      <w:rPr>
        <w:rFonts w:ascii="Helvetica" w:hAnsi="Helvetica"/>
        <w:sz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21B5C"/>
    <w:multiLevelType w:val="multilevel"/>
    <w:tmpl w:val="B71E6F7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Univers 47 CondensedLight" w:hAnsi="Univers 47 CondensedLight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D8093F"/>
    <w:multiLevelType w:val="hybridMultilevel"/>
    <w:tmpl w:val="24F8B0E0"/>
    <w:lvl w:ilvl="0" w:tplc="98A6B74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360"/>
        </w:tabs>
      </w:pPr>
    </w:lvl>
    <w:lvl w:ilvl="2" w:tplc="02C209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344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A26D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0CAF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A091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8A73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8ABE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C5D"/>
    <w:rsid w:val="00010829"/>
    <w:rsid w:val="000243CF"/>
    <w:rsid w:val="000424C5"/>
    <w:rsid w:val="000459F9"/>
    <w:rsid w:val="00094624"/>
    <w:rsid w:val="000A4FD2"/>
    <w:rsid w:val="000A5C33"/>
    <w:rsid w:val="000C2A6E"/>
    <w:rsid w:val="000D74D9"/>
    <w:rsid w:val="00103636"/>
    <w:rsid w:val="0014473D"/>
    <w:rsid w:val="00144E86"/>
    <w:rsid w:val="00160BC7"/>
    <w:rsid w:val="001C2740"/>
    <w:rsid w:val="001C7E80"/>
    <w:rsid w:val="001D3317"/>
    <w:rsid w:val="002024D2"/>
    <w:rsid w:val="00211E26"/>
    <w:rsid w:val="002348CC"/>
    <w:rsid w:val="00263426"/>
    <w:rsid w:val="00273332"/>
    <w:rsid w:val="00274830"/>
    <w:rsid w:val="00281474"/>
    <w:rsid w:val="002C65FD"/>
    <w:rsid w:val="002E685F"/>
    <w:rsid w:val="00310FD9"/>
    <w:rsid w:val="00327405"/>
    <w:rsid w:val="00330460"/>
    <w:rsid w:val="003420CE"/>
    <w:rsid w:val="0034237A"/>
    <w:rsid w:val="00356195"/>
    <w:rsid w:val="00361F11"/>
    <w:rsid w:val="003648FD"/>
    <w:rsid w:val="00367796"/>
    <w:rsid w:val="003775B0"/>
    <w:rsid w:val="0038561B"/>
    <w:rsid w:val="003B669B"/>
    <w:rsid w:val="00425EF5"/>
    <w:rsid w:val="004359A0"/>
    <w:rsid w:val="00441B0C"/>
    <w:rsid w:val="00487AF4"/>
    <w:rsid w:val="004A3FDA"/>
    <w:rsid w:val="004D1F62"/>
    <w:rsid w:val="004D57F0"/>
    <w:rsid w:val="00501683"/>
    <w:rsid w:val="00555468"/>
    <w:rsid w:val="00581B97"/>
    <w:rsid w:val="005B1C22"/>
    <w:rsid w:val="005F2F19"/>
    <w:rsid w:val="00602994"/>
    <w:rsid w:val="00605E51"/>
    <w:rsid w:val="00606F9B"/>
    <w:rsid w:val="00635189"/>
    <w:rsid w:val="00636071"/>
    <w:rsid w:val="0064435B"/>
    <w:rsid w:val="006865A2"/>
    <w:rsid w:val="00686ECB"/>
    <w:rsid w:val="006A0CE7"/>
    <w:rsid w:val="006A2577"/>
    <w:rsid w:val="006A286D"/>
    <w:rsid w:val="006A6E9D"/>
    <w:rsid w:val="006C4D68"/>
    <w:rsid w:val="006C7585"/>
    <w:rsid w:val="006F55D7"/>
    <w:rsid w:val="007173E9"/>
    <w:rsid w:val="00726E63"/>
    <w:rsid w:val="007312F7"/>
    <w:rsid w:val="0073352F"/>
    <w:rsid w:val="0075204E"/>
    <w:rsid w:val="00766556"/>
    <w:rsid w:val="00784186"/>
    <w:rsid w:val="00786769"/>
    <w:rsid w:val="007B41CA"/>
    <w:rsid w:val="007C767B"/>
    <w:rsid w:val="007D3FFA"/>
    <w:rsid w:val="007D46E4"/>
    <w:rsid w:val="007E031D"/>
    <w:rsid w:val="007F047A"/>
    <w:rsid w:val="007F4C51"/>
    <w:rsid w:val="00802C4B"/>
    <w:rsid w:val="008046FF"/>
    <w:rsid w:val="00813522"/>
    <w:rsid w:val="00823BB6"/>
    <w:rsid w:val="00843F45"/>
    <w:rsid w:val="00850711"/>
    <w:rsid w:val="008743D8"/>
    <w:rsid w:val="008C250E"/>
    <w:rsid w:val="008D16EC"/>
    <w:rsid w:val="008F7364"/>
    <w:rsid w:val="009301A0"/>
    <w:rsid w:val="00937828"/>
    <w:rsid w:val="00976A1B"/>
    <w:rsid w:val="009906B7"/>
    <w:rsid w:val="009B7B2F"/>
    <w:rsid w:val="009C413F"/>
    <w:rsid w:val="009E5E38"/>
    <w:rsid w:val="00A23DA8"/>
    <w:rsid w:val="00A44D35"/>
    <w:rsid w:val="00A87E62"/>
    <w:rsid w:val="00A94BC2"/>
    <w:rsid w:val="00AB0C5D"/>
    <w:rsid w:val="00AB2D44"/>
    <w:rsid w:val="00B25462"/>
    <w:rsid w:val="00B262CA"/>
    <w:rsid w:val="00B31937"/>
    <w:rsid w:val="00B53B90"/>
    <w:rsid w:val="00BA3A6C"/>
    <w:rsid w:val="00BE1515"/>
    <w:rsid w:val="00C22F83"/>
    <w:rsid w:val="00C2740C"/>
    <w:rsid w:val="00C462E6"/>
    <w:rsid w:val="00C46942"/>
    <w:rsid w:val="00C60DAE"/>
    <w:rsid w:val="00CA5DF7"/>
    <w:rsid w:val="00CD7327"/>
    <w:rsid w:val="00D55BFE"/>
    <w:rsid w:val="00D62D7D"/>
    <w:rsid w:val="00D803B9"/>
    <w:rsid w:val="00D94BCA"/>
    <w:rsid w:val="00DE1F6C"/>
    <w:rsid w:val="00DE349E"/>
    <w:rsid w:val="00DE6546"/>
    <w:rsid w:val="00E14AC4"/>
    <w:rsid w:val="00E211A7"/>
    <w:rsid w:val="00E36789"/>
    <w:rsid w:val="00E43D14"/>
    <w:rsid w:val="00E66A27"/>
    <w:rsid w:val="00E81768"/>
    <w:rsid w:val="00E97E93"/>
    <w:rsid w:val="00EB31F2"/>
    <w:rsid w:val="00EB53E3"/>
    <w:rsid w:val="00EE3B6D"/>
    <w:rsid w:val="00F15EEB"/>
    <w:rsid w:val="00F82F6E"/>
    <w:rsid w:val="00F834DE"/>
    <w:rsid w:val="00F86597"/>
    <w:rsid w:val="00F9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Dokumentvorlagen\Agenden%20und%20Einladungen\Vorlage%20-%20Einladung%20und%20Agenda%20-%20SS%20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- Einladung und Agenda - SS 2008</Template>
  <TotalTime>0</TotalTime>
  <Pages>2</Pages>
  <Words>112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Dennis Franz</dc:creator>
  <cp:lastModifiedBy>Benedikt Recktenwald</cp:lastModifiedBy>
  <cp:revision>12</cp:revision>
  <cp:lastPrinted>2011-10-05T15:27:00Z</cp:lastPrinted>
  <dcterms:created xsi:type="dcterms:W3CDTF">2011-10-05T14:06:00Z</dcterms:created>
  <dcterms:modified xsi:type="dcterms:W3CDTF">2011-11-02T11:56:00Z</dcterms:modified>
</cp:coreProperties>
</file>